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16"/>
        <w:tblW w:w="10138" w:type="dxa"/>
        <w:tblLook w:val="00A0"/>
      </w:tblPr>
      <w:tblGrid>
        <w:gridCol w:w="4644"/>
        <w:gridCol w:w="1134"/>
        <w:gridCol w:w="4360"/>
      </w:tblGrid>
      <w:tr w:rsidR="00D01316" w:rsidRPr="00523F23" w:rsidTr="00523F23">
        <w:tc>
          <w:tcPr>
            <w:tcW w:w="4644" w:type="dxa"/>
          </w:tcPr>
          <w:p w:rsidR="00D01316" w:rsidRPr="00523F23" w:rsidRDefault="00D01316" w:rsidP="00523F23">
            <w:pPr>
              <w:tabs>
                <w:tab w:val="left" w:pos="4145"/>
              </w:tabs>
              <w:spacing w:after="0" w:line="240" w:lineRule="auto"/>
              <w:ind w:right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1316" w:rsidRPr="00523F23" w:rsidRDefault="00D01316" w:rsidP="00523F23">
            <w:pPr>
              <w:tabs>
                <w:tab w:val="left" w:pos="4145"/>
              </w:tabs>
              <w:spacing w:after="0" w:line="240" w:lineRule="auto"/>
              <w:ind w:right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F23">
              <w:rPr>
                <w:rFonts w:ascii="Times New Roman" w:hAnsi="Times New Roman"/>
                <w:sz w:val="28"/>
                <w:szCs w:val="28"/>
              </w:rPr>
              <w:t>СОВЕТ</w:t>
            </w:r>
          </w:p>
          <w:p w:rsidR="00D01316" w:rsidRPr="00523F23" w:rsidRDefault="00D01316" w:rsidP="00523F23">
            <w:pPr>
              <w:tabs>
                <w:tab w:val="left" w:pos="4145"/>
              </w:tabs>
              <w:spacing w:after="0" w:line="240" w:lineRule="auto"/>
              <w:ind w:right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F23">
              <w:rPr>
                <w:rFonts w:ascii="Times New Roman" w:hAnsi="Times New Roman"/>
                <w:sz w:val="28"/>
                <w:szCs w:val="28"/>
              </w:rPr>
              <w:t xml:space="preserve"> БУРУНДУКОВСКОГО СЕЛЬСКОГО ПОСЕЛЕНИЯ КАЙБИЦКОГО МУНИЦИПАЛЬНОГО РАЙОНА </w:t>
            </w:r>
          </w:p>
          <w:p w:rsidR="00D01316" w:rsidRPr="00523F23" w:rsidRDefault="00D01316" w:rsidP="00523F23">
            <w:pPr>
              <w:tabs>
                <w:tab w:val="left" w:pos="4145"/>
              </w:tabs>
              <w:spacing w:after="0" w:line="240" w:lineRule="auto"/>
              <w:ind w:right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F23"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1134" w:type="dxa"/>
          </w:tcPr>
          <w:p w:rsidR="00D01316" w:rsidRPr="00523F23" w:rsidRDefault="00D01316" w:rsidP="00523F23">
            <w:pPr>
              <w:spacing w:after="0" w:line="240" w:lineRule="auto"/>
              <w:ind w:right="2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01316" w:rsidRPr="00523F23" w:rsidRDefault="00D01316" w:rsidP="00523F23">
            <w:pPr>
              <w:spacing w:after="0" w:line="240" w:lineRule="auto"/>
              <w:ind w:left="-108" w:right="28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1316" w:rsidRPr="00523F23" w:rsidRDefault="00D01316" w:rsidP="00523F23">
            <w:pPr>
              <w:spacing w:after="0" w:line="240" w:lineRule="auto"/>
              <w:ind w:left="-108" w:right="283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3F23">
              <w:rPr>
                <w:rFonts w:ascii="Times New Roman" w:hAnsi="Times New Roman"/>
                <w:sz w:val="28"/>
                <w:szCs w:val="28"/>
              </w:rPr>
              <w:t xml:space="preserve">ТАТАРСТАН РЕСПУБЛИКАСЫ </w:t>
            </w:r>
          </w:p>
          <w:p w:rsidR="00D01316" w:rsidRPr="00523F23" w:rsidRDefault="00D01316" w:rsidP="00523F23">
            <w:pPr>
              <w:spacing w:after="0" w:line="240" w:lineRule="auto"/>
              <w:ind w:left="-108" w:right="283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3F23">
              <w:rPr>
                <w:rFonts w:ascii="Times New Roman" w:hAnsi="Times New Roman"/>
                <w:sz w:val="28"/>
                <w:szCs w:val="28"/>
              </w:rPr>
              <w:t xml:space="preserve">КАЙБЫЧ МУНИЦИПАЛЬ РАЙОНЫ </w:t>
            </w:r>
          </w:p>
          <w:p w:rsidR="00D01316" w:rsidRPr="00523F23" w:rsidRDefault="00D01316" w:rsidP="00523F23">
            <w:pPr>
              <w:spacing w:after="0" w:line="240" w:lineRule="auto"/>
              <w:ind w:left="-108" w:right="283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523F23">
              <w:rPr>
                <w:rFonts w:ascii="Times New Roman" w:hAnsi="Times New Roman"/>
                <w:sz w:val="28"/>
                <w:szCs w:val="28"/>
                <w:lang w:val="tt-RU"/>
              </w:rPr>
              <w:t>БОРЫНДЫК АВЫЛ ҖИРЛЕГЕ СОВЕТЫ</w:t>
            </w:r>
          </w:p>
        </w:tc>
      </w:tr>
    </w:tbl>
    <w:p w:rsidR="00D01316" w:rsidRPr="003921B7" w:rsidRDefault="00D01316" w:rsidP="003921B7">
      <w:pPr>
        <w:pBdr>
          <w:bottom w:val="single" w:sz="12" w:space="1" w:color="auto"/>
        </w:pBdr>
        <w:spacing w:after="0" w:line="240" w:lineRule="auto"/>
        <w:ind w:right="28"/>
        <w:rPr>
          <w:rFonts w:ascii="Times New Roman" w:hAnsi="Times New Roman"/>
          <w:b/>
          <w:sz w:val="28"/>
          <w:szCs w:val="28"/>
          <w:lang w:val="tt-RU"/>
        </w:rPr>
      </w:pPr>
    </w:p>
    <w:p w:rsidR="00D01316" w:rsidRPr="003921B7" w:rsidRDefault="00D01316" w:rsidP="003921B7">
      <w:pPr>
        <w:spacing w:after="0" w:line="240" w:lineRule="auto"/>
        <w:ind w:right="28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</w:t>
      </w:r>
      <w:r w:rsidRPr="003921B7">
        <w:rPr>
          <w:rFonts w:ascii="Times New Roman" w:hAnsi="Times New Roman"/>
          <w:b/>
          <w:sz w:val="28"/>
          <w:szCs w:val="28"/>
          <w:lang w:val="tt-RU"/>
        </w:rPr>
        <w:t>РЕШЕНИЕ                                                                                       КАРАР</w:t>
      </w:r>
    </w:p>
    <w:p w:rsidR="00D01316" w:rsidRPr="003921B7" w:rsidRDefault="00D01316" w:rsidP="003921B7">
      <w:pPr>
        <w:autoSpaceDE w:val="0"/>
        <w:autoSpaceDN w:val="0"/>
        <w:adjustRightInd w:val="0"/>
        <w:spacing w:after="0" w:line="240" w:lineRule="auto"/>
        <w:ind w:right="28"/>
        <w:outlineLvl w:val="0"/>
        <w:rPr>
          <w:rFonts w:ascii="Times New Roman" w:hAnsi="Times New Roman"/>
          <w:sz w:val="28"/>
          <w:szCs w:val="28"/>
          <w:lang w:val="tt-RU"/>
        </w:rPr>
      </w:pPr>
    </w:p>
    <w:p w:rsidR="00D01316" w:rsidRPr="003921B7" w:rsidRDefault="00D01316" w:rsidP="003921B7">
      <w:pPr>
        <w:autoSpaceDE w:val="0"/>
        <w:autoSpaceDN w:val="0"/>
        <w:adjustRightInd w:val="0"/>
        <w:spacing w:after="0" w:line="240" w:lineRule="auto"/>
        <w:ind w:right="28"/>
        <w:outlineLvl w:val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07.10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.2019 </w:t>
      </w:r>
      <w:r w:rsidRPr="003921B7">
        <w:rPr>
          <w:rFonts w:ascii="Times New Roman" w:hAnsi="Times New Roman"/>
          <w:sz w:val="28"/>
          <w:szCs w:val="28"/>
          <w:lang w:val="tt-RU"/>
        </w:rPr>
        <w:t xml:space="preserve">г.                         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921B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921B7">
        <w:rPr>
          <w:rFonts w:ascii="Times New Roman" w:hAnsi="Times New Roman"/>
          <w:bCs/>
          <w:sz w:val="28"/>
          <w:szCs w:val="28"/>
        </w:rPr>
        <w:t xml:space="preserve">с. </w:t>
      </w:r>
      <w:r>
        <w:rPr>
          <w:rFonts w:ascii="Times New Roman" w:hAnsi="Times New Roman"/>
          <w:bCs/>
          <w:sz w:val="28"/>
          <w:szCs w:val="28"/>
        </w:rPr>
        <w:t>Бурундуки</w:t>
      </w:r>
      <w:r w:rsidRPr="003921B7">
        <w:rPr>
          <w:rFonts w:ascii="Times New Roman" w:hAnsi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 № 25 </w:t>
      </w:r>
    </w:p>
    <w:p w:rsidR="00D01316" w:rsidRPr="003921B7" w:rsidRDefault="00D01316" w:rsidP="003921B7">
      <w:pPr>
        <w:pStyle w:val="ConsPlusTitle"/>
        <w:widowControl/>
        <w:rPr>
          <w:rFonts w:ascii="Times New Roman" w:hAnsi="Times New Roman" w:cs="Times New Roman"/>
          <w:sz w:val="28"/>
          <w:szCs w:val="28"/>
          <w:lang w:val="tt-RU"/>
        </w:rPr>
      </w:pPr>
    </w:p>
    <w:p w:rsidR="00D01316" w:rsidRPr="00AB5C10" w:rsidRDefault="00D01316" w:rsidP="00CF35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1316" w:rsidRPr="00AB5C10" w:rsidRDefault="00D01316" w:rsidP="00183D2C">
      <w:pPr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  <w:r w:rsidRPr="00AB5C10">
        <w:rPr>
          <w:rFonts w:ascii="Times New Roman" w:hAnsi="Times New Roman"/>
          <w:sz w:val="28"/>
          <w:szCs w:val="28"/>
        </w:rPr>
        <w:t xml:space="preserve">О назначении схода граждан в населенном пункте </w:t>
      </w:r>
      <w:r>
        <w:rPr>
          <w:rFonts w:ascii="Times New Roman" w:hAnsi="Times New Roman"/>
          <w:sz w:val="28"/>
          <w:szCs w:val="28"/>
        </w:rPr>
        <w:t xml:space="preserve">Шушерма Бурундуковского </w:t>
      </w:r>
      <w:r w:rsidRPr="00AB5C10">
        <w:rPr>
          <w:rFonts w:ascii="Times New Roman" w:hAnsi="Times New Roman"/>
          <w:sz w:val="28"/>
          <w:szCs w:val="28"/>
        </w:rPr>
        <w:t>сельского поселения Кайбицкого муниципального района по вопросу введения и использования средств самообложения граждан</w:t>
      </w:r>
    </w:p>
    <w:p w:rsidR="00D01316" w:rsidRDefault="00D01316" w:rsidP="00E95D0C">
      <w:pPr>
        <w:spacing w:after="0" w:line="240" w:lineRule="auto"/>
        <w:ind w:left="5103"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1316" w:rsidRDefault="00D01316" w:rsidP="00E95D0C">
      <w:pPr>
        <w:spacing w:after="0" w:line="240" w:lineRule="auto"/>
        <w:ind w:left="5103"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1316" w:rsidRDefault="00D01316" w:rsidP="00D337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3598">
        <w:rPr>
          <w:rFonts w:ascii="Times New Roman" w:hAnsi="Times New Roman"/>
          <w:sz w:val="28"/>
          <w:szCs w:val="28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                  «О местном самоуправлении в Республике Татарстан», </w:t>
      </w:r>
      <w:r>
        <w:rPr>
          <w:rFonts w:ascii="Times New Roman" w:hAnsi="Times New Roman"/>
          <w:sz w:val="28"/>
          <w:szCs w:val="28"/>
        </w:rPr>
        <w:t>с</w:t>
      </w:r>
      <w:r w:rsidRPr="00AB5C10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AB5C10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 xml:space="preserve">Бурундуковского </w:t>
      </w:r>
      <w:r w:rsidRPr="00AB5C10">
        <w:rPr>
          <w:rFonts w:ascii="Times New Roman" w:hAnsi="Times New Roman"/>
          <w:sz w:val="28"/>
          <w:szCs w:val="28"/>
        </w:rPr>
        <w:t>сельского поселения Кайбицкого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Pr="00AB5C10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Бурундуковского </w:t>
      </w:r>
      <w:r w:rsidRPr="00AB5C10">
        <w:rPr>
          <w:rFonts w:ascii="Times New Roman" w:hAnsi="Times New Roman"/>
          <w:sz w:val="28"/>
          <w:szCs w:val="28"/>
        </w:rPr>
        <w:t>сельского поселения Кайбицкого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 </w:t>
      </w:r>
      <w:r w:rsidRPr="00AB5C10">
        <w:rPr>
          <w:rFonts w:ascii="Times New Roman" w:hAnsi="Times New Roman"/>
          <w:sz w:val="28"/>
          <w:szCs w:val="28"/>
        </w:rPr>
        <w:t>РЕШ</w:t>
      </w:r>
      <w:r>
        <w:rPr>
          <w:rFonts w:ascii="Times New Roman" w:hAnsi="Times New Roman"/>
          <w:sz w:val="28"/>
          <w:szCs w:val="28"/>
        </w:rPr>
        <w:t>ИЛ</w:t>
      </w:r>
      <w:r w:rsidRPr="00AB5C10">
        <w:rPr>
          <w:rFonts w:ascii="Times New Roman" w:hAnsi="Times New Roman"/>
          <w:sz w:val="28"/>
          <w:szCs w:val="28"/>
        </w:rPr>
        <w:t>:</w:t>
      </w:r>
    </w:p>
    <w:p w:rsidR="00D01316" w:rsidRPr="00CF3598" w:rsidRDefault="00D01316" w:rsidP="00CF359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01316" w:rsidRPr="00CF3598" w:rsidRDefault="00D01316" w:rsidP="00AB4027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CF3598">
        <w:rPr>
          <w:rFonts w:ascii="Times New Roman" w:hAnsi="Times New Roman"/>
          <w:sz w:val="28"/>
          <w:szCs w:val="28"/>
        </w:rPr>
        <w:t xml:space="preserve">Назначить на </w:t>
      </w:r>
      <w:r>
        <w:rPr>
          <w:rFonts w:ascii="Times New Roman" w:hAnsi="Times New Roman"/>
          <w:sz w:val="28"/>
          <w:szCs w:val="28"/>
        </w:rPr>
        <w:t xml:space="preserve">14 часов 30 минут 03 октября </w:t>
      </w:r>
      <w:r w:rsidRPr="00CF35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 года в</w:t>
      </w:r>
      <w:r w:rsidRPr="000D0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Шушерминской начальной школе по адресу:</w:t>
      </w:r>
      <w:r w:rsidRPr="000D0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дер.Шушерма, ул.Кооперативная, д.2 </w:t>
      </w:r>
      <w:r w:rsidRPr="00CF3598">
        <w:rPr>
          <w:rFonts w:ascii="Times New Roman" w:hAnsi="Times New Roman"/>
          <w:sz w:val="28"/>
          <w:szCs w:val="28"/>
        </w:rPr>
        <w:t xml:space="preserve"> </w:t>
      </w:r>
      <w:r w:rsidRPr="00CF3598">
        <w:rPr>
          <w:rFonts w:ascii="Times New Roman" w:hAnsi="Times New Roman"/>
          <w:b/>
          <w:i/>
          <w:sz w:val="28"/>
          <w:szCs w:val="28"/>
        </w:rPr>
        <w:t xml:space="preserve">первый этап схода граждан </w:t>
      </w:r>
      <w:r w:rsidRPr="00CF3598">
        <w:rPr>
          <w:rFonts w:ascii="Times New Roman" w:hAnsi="Times New Roman"/>
          <w:sz w:val="28"/>
          <w:szCs w:val="28"/>
        </w:rPr>
        <w:t>по вопросу введения самообложения в населенн</w:t>
      </w:r>
      <w:r>
        <w:rPr>
          <w:rFonts w:ascii="Times New Roman" w:hAnsi="Times New Roman"/>
          <w:sz w:val="28"/>
          <w:szCs w:val="28"/>
        </w:rPr>
        <w:t>ом пункте Шушерма Бурундуковского</w:t>
      </w:r>
      <w:r w:rsidRPr="00AB5C10">
        <w:rPr>
          <w:rFonts w:ascii="Times New Roman" w:hAnsi="Times New Roman"/>
          <w:sz w:val="28"/>
          <w:szCs w:val="28"/>
        </w:rPr>
        <w:t xml:space="preserve"> сельского поселения Кайбицкого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Татарстан.</w:t>
      </w:r>
    </w:p>
    <w:p w:rsidR="00D01316" w:rsidRPr="002A39D9" w:rsidRDefault="00D01316" w:rsidP="00AB4027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D40FC">
        <w:rPr>
          <w:rFonts w:ascii="Times New Roman" w:hAnsi="Times New Roman"/>
          <w:sz w:val="28"/>
          <w:szCs w:val="28"/>
        </w:rPr>
        <w:t>Назначить на 1</w:t>
      </w:r>
      <w:r>
        <w:rPr>
          <w:rFonts w:ascii="Times New Roman" w:hAnsi="Times New Roman"/>
          <w:sz w:val="28"/>
          <w:szCs w:val="28"/>
        </w:rPr>
        <w:t>0</w:t>
      </w:r>
      <w:r w:rsidRPr="007D40FC">
        <w:rPr>
          <w:rFonts w:ascii="Times New Roman" w:hAnsi="Times New Roman"/>
          <w:sz w:val="28"/>
          <w:szCs w:val="28"/>
        </w:rPr>
        <w:t xml:space="preserve"> часов 00 минут 0</w:t>
      </w:r>
      <w:r>
        <w:rPr>
          <w:rFonts w:ascii="Times New Roman" w:hAnsi="Times New Roman"/>
          <w:sz w:val="28"/>
          <w:szCs w:val="28"/>
        </w:rPr>
        <w:t>2</w:t>
      </w:r>
      <w:r w:rsidRPr="007D40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7D40FC">
        <w:rPr>
          <w:rFonts w:ascii="Times New Roman" w:hAnsi="Times New Roman"/>
          <w:sz w:val="28"/>
          <w:szCs w:val="28"/>
        </w:rPr>
        <w:t xml:space="preserve"> 2019 года</w:t>
      </w:r>
      <w:r>
        <w:rPr>
          <w:rFonts w:ascii="Times New Roman" w:hAnsi="Times New Roman"/>
          <w:sz w:val="28"/>
          <w:szCs w:val="28"/>
        </w:rPr>
        <w:t xml:space="preserve"> в здании Шушерминского спорткомплекса по адресу:</w:t>
      </w:r>
      <w:r w:rsidRPr="000D0C83">
        <w:rPr>
          <w:rFonts w:ascii="Times New Roman" w:hAnsi="Times New Roman"/>
          <w:sz w:val="28"/>
          <w:szCs w:val="28"/>
        </w:rPr>
        <w:t xml:space="preserve"> </w:t>
      </w:r>
      <w:r w:rsidRPr="007D40FC">
        <w:rPr>
          <w:rFonts w:ascii="Times New Roman" w:hAnsi="Times New Roman"/>
          <w:sz w:val="28"/>
          <w:szCs w:val="28"/>
        </w:rPr>
        <w:t>дер.Шушерма, ул.</w:t>
      </w:r>
      <w:r>
        <w:rPr>
          <w:rFonts w:ascii="Times New Roman" w:hAnsi="Times New Roman"/>
          <w:sz w:val="28"/>
          <w:szCs w:val="28"/>
        </w:rPr>
        <w:t>Ямашева, д.1</w:t>
      </w:r>
      <w:r w:rsidRPr="007D40F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>второй</w:t>
      </w:r>
      <w:r w:rsidRPr="007D40FC">
        <w:rPr>
          <w:rFonts w:ascii="Times New Roman" w:hAnsi="Times New Roman"/>
          <w:b/>
          <w:i/>
          <w:sz w:val="28"/>
          <w:szCs w:val="28"/>
        </w:rPr>
        <w:t xml:space="preserve"> этап схода  граждан по вопросу введения самообложения</w:t>
      </w:r>
      <w:r w:rsidRPr="007D40FC">
        <w:rPr>
          <w:rFonts w:ascii="Times New Roman" w:hAnsi="Times New Roman"/>
          <w:sz w:val="28"/>
          <w:szCs w:val="28"/>
        </w:rPr>
        <w:t xml:space="preserve"> в населенном пункте Шушерма Бурундуковского сельского поселения Кайбицкого муниципального района Республики Татарстан</w:t>
      </w:r>
      <w:r>
        <w:rPr>
          <w:rFonts w:ascii="Times New Roman" w:hAnsi="Times New Roman"/>
          <w:sz w:val="28"/>
          <w:szCs w:val="28"/>
        </w:rPr>
        <w:t>.</w:t>
      </w:r>
    </w:p>
    <w:p w:rsidR="00D01316" w:rsidRPr="002A39D9" w:rsidRDefault="00D01316" w:rsidP="00825B79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CF3598">
        <w:rPr>
          <w:rFonts w:ascii="Times New Roman" w:hAnsi="Times New Roman"/>
          <w:sz w:val="28"/>
          <w:szCs w:val="28"/>
        </w:rPr>
        <w:t xml:space="preserve">Назначить на </w:t>
      </w:r>
      <w:r>
        <w:rPr>
          <w:rFonts w:ascii="Times New Roman" w:hAnsi="Times New Roman"/>
          <w:sz w:val="28"/>
          <w:szCs w:val="28"/>
        </w:rPr>
        <w:t xml:space="preserve">15 часов 00 минут 04 ноября </w:t>
      </w:r>
      <w:r w:rsidRPr="00CF35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 года в административном здании ООО «Туган як – Агро», по адресу: дер.Шушерма, ул.Гагарина</w:t>
      </w:r>
      <w:r w:rsidRPr="00CF3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третий </w:t>
      </w:r>
      <w:r w:rsidRPr="00CF3598">
        <w:rPr>
          <w:rFonts w:ascii="Times New Roman" w:hAnsi="Times New Roman"/>
          <w:b/>
          <w:i/>
          <w:sz w:val="28"/>
          <w:szCs w:val="28"/>
        </w:rPr>
        <w:t>этап схода  граждан по вопросу введения самообложения</w:t>
      </w:r>
      <w:r w:rsidRPr="00CF3598">
        <w:rPr>
          <w:rFonts w:ascii="Times New Roman" w:hAnsi="Times New Roman"/>
          <w:sz w:val="28"/>
          <w:szCs w:val="28"/>
        </w:rPr>
        <w:t xml:space="preserve"> в населенном пункте</w:t>
      </w:r>
      <w:r>
        <w:rPr>
          <w:rFonts w:ascii="Times New Roman" w:hAnsi="Times New Roman"/>
          <w:sz w:val="28"/>
          <w:szCs w:val="28"/>
        </w:rPr>
        <w:t xml:space="preserve"> Шушерма Бурундуковского </w:t>
      </w:r>
      <w:r w:rsidRPr="00AB5C10">
        <w:rPr>
          <w:rFonts w:ascii="Times New Roman" w:hAnsi="Times New Roman"/>
          <w:sz w:val="28"/>
          <w:szCs w:val="28"/>
        </w:rPr>
        <w:t>сельского поселения Кайбицкого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Татарстан.</w:t>
      </w:r>
    </w:p>
    <w:p w:rsidR="00D01316" w:rsidRPr="00863F2D" w:rsidRDefault="00D01316" w:rsidP="00F95DA7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63F2D">
        <w:rPr>
          <w:rFonts w:ascii="Times New Roman" w:hAnsi="Times New Roman"/>
          <w:sz w:val="28"/>
          <w:szCs w:val="28"/>
        </w:rPr>
        <w:t>Утвердить вопрос, выносимый на сход граждан:</w:t>
      </w:r>
    </w:p>
    <w:p w:rsidR="00D01316" w:rsidRDefault="00D01316" w:rsidP="00AB402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3598">
        <w:rPr>
          <w:rFonts w:ascii="Times New Roman" w:hAnsi="Times New Roman"/>
          <w:sz w:val="28"/>
          <w:szCs w:val="28"/>
        </w:rPr>
        <w:t>«Согласны ли вы на введение самообложения в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F3598">
        <w:rPr>
          <w:rFonts w:ascii="Times New Roman" w:hAnsi="Times New Roman"/>
          <w:sz w:val="28"/>
          <w:szCs w:val="28"/>
        </w:rPr>
        <w:t xml:space="preserve">году в сумме </w:t>
      </w:r>
      <w:r>
        <w:rPr>
          <w:rFonts w:ascii="Times New Roman" w:hAnsi="Times New Roman"/>
          <w:sz w:val="28"/>
          <w:szCs w:val="28"/>
        </w:rPr>
        <w:t xml:space="preserve">1000 </w:t>
      </w:r>
      <w:r w:rsidRPr="00CF3598">
        <w:rPr>
          <w:rFonts w:ascii="Times New Roman" w:hAnsi="Times New Roman"/>
          <w:sz w:val="28"/>
          <w:szCs w:val="28"/>
        </w:rPr>
        <w:t>рублей с каждого совершеннолетнего жителя, зарегистрированного по месту жительства</w:t>
      </w:r>
      <w:r>
        <w:rPr>
          <w:rFonts w:ascii="Times New Roman" w:hAnsi="Times New Roman"/>
          <w:sz w:val="28"/>
          <w:szCs w:val="28"/>
        </w:rPr>
        <w:t xml:space="preserve"> и постоянно проживающего на территории </w:t>
      </w:r>
      <w:r w:rsidRPr="00CF3598">
        <w:rPr>
          <w:rFonts w:ascii="Times New Roman" w:hAnsi="Times New Roman"/>
          <w:sz w:val="28"/>
          <w:szCs w:val="28"/>
        </w:rPr>
        <w:t xml:space="preserve">населенного пункта </w:t>
      </w:r>
      <w:r>
        <w:rPr>
          <w:rFonts w:ascii="Times New Roman" w:hAnsi="Times New Roman"/>
          <w:sz w:val="28"/>
          <w:szCs w:val="28"/>
        </w:rPr>
        <w:t xml:space="preserve">Шушерма  Бурундуковского </w:t>
      </w:r>
      <w:r w:rsidRPr="00AB5C10">
        <w:rPr>
          <w:rFonts w:ascii="Times New Roman" w:hAnsi="Times New Roman"/>
          <w:sz w:val="28"/>
          <w:szCs w:val="28"/>
        </w:rPr>
        <w:t xml:space="preserve"> сельского поселения Кайбицкого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 </w:t>
      </w:r>
      <w:r w:rsidRPr="00CF3598">
        <w:rPr>
          <w:rFonts w:ascii="Times New Roman" w:hAnsi="Times New Roman"/>
          <w:sz w:val="28"/>
          <w:szCs w:val="28"/>
        </w:rPr>
        <w:t>и направлением полученных средств на решение вопросов местного значения по выполнению следующих работ: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D0C83">
        <w:rPr>
          <w:rFonts w:ascii="Times New Roman" w:hAnsi="Times New Roman"/>
          <w:sz w:val="28"/>
          <w:szCs w:val="28"/>
        </w:rPr>
        <w:t xml:space="preserve">а)  организация благоустройства территории поселения: 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- ремонт уличного освещения с приобретением материалов;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-обустройство детской площадки с приобретением материалов в дер.Шушермы;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- ремонт моста с приобретением материалов в дер.Шушермы;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cs="Calibri"/>
          <w:color w:val="000000"/>
          <w:sz w:val="24"/>
          <w:szCs w:val="24"/>
          <w:shd w:val="clear" w:color="auto" w:fill="FFFFFF"/>
        </w:rPr>
      </w:pPr>
      <w:r w:rsidRPr="000D0C83">
        <w:rPr>
          <w:rFonts w:ascii="Times New Roman" w:hAnsi="Times New Roman"/>
          <w:sz w:val="28"/>
          <w:szCs w:val="28"/>
        </w:rPr>
        <w:t>-очистка территорий и несанкционированных свалок на территории сельского поселения;</w:t>
      </w:r>
      <w:r w:rsidRPr="000D0C83">
        <w:rPr>
          <w:rFonts w:cs="Calibri"/>
          <w:color w:val="000000"/>
          <w:sz w:val="24"/>
          <w:szCs w:val="24"/>
          <w:shd w:val="clear" w:color="auto" w:fill="FFFFFF"/>
        </w:rPr>
        <w:t xml:space="preserve"> 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ремонт памятника с приобретением материалов;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 xml:space="preserve">б) организация в границах поселения водоснабжения населения: 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- ремонт водопроводных сетей с приобретением материалов;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в) дорожная деятельность в отношении автомобильных дорог местного значения в границах населенных пунктов поселения: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>-</w:t>
      </w:r>
      <w:r w:rsidRPr="000D0C83">
        <w:rPr>
          <w:rFonts w:ascii="Times New Roman" w:hAnsi="Times New Roman"/>
          <w:sz w:val="24"/>
          <w:szCs w:val="24"/>
        </w:rPr>
        <w:t xml:space="preserve">   </w:t>
      </w:r>
      <w:r w:rsidRPr="000D0C83">
        <w:rPr>
          <w:rFonts w:ascii="Times New Roman" w:hAnsi="Times New Roman"/>
          <w:sz w:val="28"/>
          <w:szCs w:val="28"/>
        </w:rPr>
        <w:t>приведение в нормативное состояние дорог с приобретением материалов;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 xml:space="preserve">- содержание автомобильных дорог в границах населенных пунктов поселения; 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 xml:space="preserve"> г) обеспечение первичных мер пожарной безопасности в границах населенных пунктов поселения:</w:t>
      </w:r>
    </w:p>
    <w:p w:rsidR="00D01316" w:rsidRPr="000D0C83" w:rsidRDefault="00D01316" w:rsidP="00183D2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D0C83">
        <w:rPr>
          <w:rFonts w:ascii="Times New Roman" w:hAnsi="Times New Roman"/>
          <w:sz w:val="28"/>
          <w:szCs w:val="28"/>
        </w:rPr>
        <w:t xml:space="preserve"> - ремонт и закупка необходимого оборудования для пожарной машины.</w:t>
      </w:r>
    </w:p>
    <w:p w:rsidR="00D01316" w:rsidRPr="00210B3A" w:rsidRDefault="00D01316" w:rsidP="00210B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                </w:t>
      </w:r>
    </w:p>
    <w:p w:rsidR="00D01316" w:rsidRPr="00210B3A" w:rsidRDefault="00D01316" w:rsidP="00210B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           « ЗА»                                                      «ПРОТИВ»</w:t>
      </w: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01316" w:rsidRPr="00210B3A" w:rsidRDefault="00D01316" w:rsidP="00210B3A">
      <w:pPr>
        <w:jc w:val="both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5</w:t>
      </w:r>
      <w:r w:rsidRPr="00210B3A">
        <w:rPr>
          <w:rFonts w:ascii="Times New Roman" w:hAnsi="Times New Roman"/>
          <w:sz w:val="28"/>
          <w:szCs w:val="28"/>
        </w:rPr>
        <w:t>. Опубликовать настоящее решение на официальном портале правовой      информации Республики Татарстан (http://pravo.tatarstan.ru), информационных стендах и на официальном сайте Бурундуковского сельского поселения Кайбицкого муниципального района в информационно-телекоммуникационной сети «Интернет» по веб-адресу: http://burunduk-kaybici.tatarstan.ru.</w:t>
      </w:r>
    </w:p>
    <w:p w:rsidR="00D01316" w:rsidRPr="00210B3A" w:rsidRDefault="00D01316" w:rsidP="00210B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6</w:t>
      </w:r>
      <w:r w:rsidRPr="00210B3A">
        <w:rPr>
          <w:rFonts w:ascii="Times New Roman" w:hAnsi="Times New Roman"/>
          <w:sz w:val="28"/>
          <w:szCs w:val="28"/>
        </w:rPr>
        <w:t>. Решение вступает в силу с момента его официального опубликования.</w:t>
      </w:r>
    </w:p>
    <w:p w:rsidR="00D01316" w:rsidRPr="00210B3A" w:rsidRDefault="00D01316" w:rsidP="00210B3A">
      <w:pPr>
        <w:tabs>
          <w:tab w:val="left" w:pos="83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7</w:t>
      </w:r>
      <w:r w:rsidRPr="00210B3A">
        <w:rPr>
          <w:rFonts w:ascii="Times New Roman" w:hAnsi="Times New Roman"/>
          <w:sz w:val="28"/>
          <w:szCs w:val="28"/>
        </w:rPr>
        <w:t>. Контроль за исполнением  настоящего решения оставляю за собой.</w:t>
      </w:r>
    </w:p>
    <w:p w:rsidR="00D01316" w:rsidRPr="00210B3A" w:rsidRDefault="00D01316" w:rsidP="00210B3A">
      <w:pPr>
        <w:widowControl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210B3A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01316" w:rsidRPr="00210B3A" w:rsidRDefault="00D01316" w:rsidP="00210B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316" w:rsidRPr="00210B3A" w:rsidRDefault="00D01316" w:rsidP="00210B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Заместитель председателя Совета</w:t>
      </w: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Бурундуковского сельского поселения</w:t>
      </w: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Кайбицкого муниципального района </w:t>
      </w: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10B3A">
        <w:rPr>
          <w:rFonts w:ascii="Times New Roman" w:hAnsi="Times New Roman"/>
          <w:sz w:val="28"/>
          <w:szCs w:val="28"/>
        </w:rPr>
        <w:t xml:space="preserve"> Республики Татарстан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210B3A">
        <w:rPr>
          <w:rFonts w:ascii="Times New Roman" w:hAnsi="Times New Roman"/>
          <w:sz w:val="28"/>
          <w:szCs w:val="28"/>
        </w:rPr>
        <w:t xml:space="preserve">                         Р.Р.Нигмятзянова</w:t>
      </w:r>
    </w:p>
    <w:p w:rsidR="00D01316" w:rsidRPr="00210B3A" w:rsidRDefault="00D01316" w:rsidP="00210B3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01316" w:rsidRPr="00210B3A" w:rsidRDefault="00D01316" w:rsidP="00210B3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316" w:rsidRPr="00D33713" w:rsidRDefault="00D01316" w:rsidP="00D3371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D01316" w:rsidRPr="00D33713" w:rsidSect="000D0C83">
      <w:pgSz w:w="11906" w:h="16838"/>
      <w:pgMar w:top="993" w:right="850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316" w:rsidRDefault="00D01316">
      <w:pPr>
        <w:spacing w:after="0" w:line="240" w:lineRule="auto"/>
      </w:pPr>
      <w:r>
        <w:separator/>
      </w:r>
    </w:p>
  </w:endnote>
  <w:endnote w:type="continuationSeparator" w:id="0">
    <w:p w:rsidR="00D01316" w:rsidRDefault="00D0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316" w:rsidRDefault="00D01316">
      <w:pPr>
        <w:spacing w:after="0" w:line="240" w:lineRule="auto"/>
      </w:pPr>
      <w:r>
        <w:separator/>
      </w:r>
    </w:p>
  </w:footnote>
  <w:footnote w:type="continuationSeparator" w:id="0">
    <w:p w:rsidR="00D01316" w:rsidRDefault="00D01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A6B"/>
    <w:multiLevelType w:val="hybridMultilevel"/>
    <w:tmpl w:val="5D04D5C4"/>
    <w:lvl w:ilvl="0" w:tplc="809C565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9867BD8"/>
    <w:multiLevelType w:val="hybridMultilevel"/>
    <w:tmpl w:val="05DE8E86"/>
    <w:lvl w:ilvl="0" w:tplc="C03083B4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2A3E4FC1"/>
    <w:multiLevelType w:val="hybridMultilevel"/>
    <w:tmpl w:val="AB64D0E0"/>
    <w:lvl w:ilvl="0" w:tplc="9EE2EAF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3C23B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D6CA8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FAA9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C949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DCEDF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CE8E3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C0EB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48A3B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>
    <w:nsid w:val="2E762436"/>
    <w:multiLevelType w:val="hybridMultilevel"/>
    <w:tmpl w:val="0658A63E"/>
    <w:lvl w:ilvl="0" w:tplc="DFD696F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3000363C"/>
    <w:multiLevelType w:val="hybridMultilevel"/>
    <w:tmpl w:val="A09E43DE"/>
    <w:lvl w:ilvl="0" w:tplc="1EA61BAC">
      <w:start w:val="5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F6BC56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25451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11CCD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9563D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3EEAF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9D6F2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08CE3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0D4D0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>
    <w:nsid w:val="3CD61A01"/>
    <w:multiLevelType w:val="hybridMultilevel"/>
    <w:tmpl w:val="5F9C36A4"/>
    <w:lvl w:ilvl="0" w:tplc="F0CEBD0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7E13D19"/>
    <w:multiLevelType w:val="hybridMultilevel"/>
    <w:tmpl w:val="B4209D78"/>
    <w:lvl w:ilvl="0" w:tplc="72DAACA4">
      <w:start w:val="1"/>
      <w:numFmt w:val="decimal"/>
      <w:lvlText w:val="%1."/>
      <w:lvlJc w:val="left"/>
      <w:pPr>
        <w:ind w:left="36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  <w:rPr>
        <w:rFonts w:cs="Times New Roman"/>
      </w:rPr>
    </w:lvl>
  </w:abstractNum>
  <w:abstractNum w:abstractNumId="7">
    <w:nsid w:val="4A5433E0"/>
    <w:multiLevelType w:val="hybridMultilevel"/>
    <w:tmpl w:val="C366BA96"/>
    <w:lvl w:ilvl="0" w:tplc="717641B2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F532DDC"/>
    <w:multiLevelType w:val="hybridMultilevel"/>
    <w:tmpl w:val="2BC21AEE"/>
    <w:lvl w:ilvl="0" w:tplc="F424BE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0613A1C"/>
    <w:multiLevelType w:val="hybridMultilevel"/>
    <w:tmpl w:val="05DE8E86"/>
    <w:lvl w:ilvl="0" w:tplc="C03083B4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628E3636"/>
    <w:multiLevelType w:val="hybridMultilevel"/>
    <w:tmpl w:val="38243E38"/>
    <w:lvl w:ilvl="0" w:tplc="69D6A8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68E73607"/>
    <w:multiLevelType w:val="hybridMultilevel"/>
    <w:tmpl w:val="1458EF42"/>
    <w:lvl w:ilvl="0" w:tplc="C03083B4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6BCE0F66"/>
    <w:multiLevelType w:val="hybridMultilevel"/>
    <w:tmpl w:val="F44EF0AC"/>
    <w:lvl w:ilvl="0" w:tplc="718C77A2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70AD5CF3"/>
    <w:multiLevelType w:val="hybridMultilevel"/>
    <w:tmpl w:val="124C3A9A"/>
    <w:lvl w:ilvl="0" w:tplc="4D287932">
      <w:start w:val="1"/>
      <w:numFmt w:val="decimal"/>
      <w:lvlText w:val="%1)"/>
      <w:lvlJc w:val="left"/>
      <w:pPr>
        <w:ind w:left="1002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1"/>
  </w:num>
  <w:num w:numId="5">
    <w:abstractNumId w:val="12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F32"/>
    <w:rsid w:val="00016452"/>
    <w:rsid w:val="00045FCD"/>
    <w:rsid w:val="0005273A"/>
    <w:rsid w:val="000850F2"/>
    <w:rsid w:val="00091AE0"/>
    <w:rsid w:val="000C082E"/>
    <w:rsid w:val="000C7470"/>
    <w:rsid w:val="000D02A3"/>
    <w:rsid w:val="000D0BC7"/>
    <w:rsid w:val="000D0C83"/>
    <w:rsid w:val="0011551B"/>
    <w:rsid w:val="00141DBE"/>
    <w:rsid w:val="0016032D"/>
    <w:rsid w:val="00183732"/>
    <w:rsid w:val="00183D2C"/>
    <w:rsid w:val="00210B3A"/>
    <w:rsid w:val="002178A4"/>
    <w:rsid w:val="00217F8B"/>
    <w:rsid w:val="00224B65"/>
    <w:rsid w:val="0023096A"/>
    <w:rsid w:val="00237D8C"/>
    <w:rsid w:val="00243D2C"/>
    <w:rsid w:val="00267DAA"/>
    <w:rsid w:val="00274A03"/>
    <w:rsid w:val="00277D13"/>
    <w:rsid w:val="002A39D9"/>
    <w:rsid w:val="002B3438"/>
    <w:rsid w:val="002C2A26"/>
    <w:rsid w:val="002E33F1"/>
    <w:rsid w:val="003345FE"/>
    <w:rsid w:val="00356DF1"/>
    <w:rsid w:val="0038573D"/>
    <w:rsid w:val="003921B7"/>
    <w:rsid w:val="003A4C7F"/>
    <w:rsid w:val="003F010C"/>
    <w:rsid w:val="00435938"/>
    <w:rsid w:val="00437292"/>
    <w:rsid w:val="00450B57"/>
    <w:rsid w:val="00465157"/>
    <w:rsid w:val="00473FB3"/>
    <w:rsid w:val="004815A3"/>
    <w:rsid w:val="004B152E"/>
    <w:rsid w:val="004F1DDB"/>
    <w:rsid w:val="00514214"/>
    <w:rsid w:val="00516199"/>
    <w:rsid w:val="00523F23"/>
    <w:rsid w:val="00524CDA"/>
    <w:rsid w:val="00547922"/>
    <w:rsid w:val="00596037"/>
    <w:rsid w:val="005A3E45"/>
    <w:rsid w:val="005C7F9D"/>
    <w:rsid w:val="00642EF0"/>
    <w:rsid w:val="00660D19"/>
    <w:rsid w:val="00695F32"/>
    <w:rsid w:val="006E7BC7"/>
    <w:rsid w:val="00720041"/>
    <w:rsid w:val="007208BE"/>
    <w:rsid w:val="0076046D"/>
    <w:rsid w:val="007D40FC"/>
    <w:rsid w:val="00825B79"/>
    <w:rsid w:val="00863F2D"/>
    <w:rsid w:val="008642F6"/>
    <w:rsid w:val="00881FA0"/>
    <w:rsid w:val="00941428"/>
    <w:rsid w:val="00973C5B"/>
    <w:rsid w:val="00983AFF"/>
    <w:rsid w:val="00993A02"/>
    <w:rsid w:val="009F6D5C"/>
    <w:rsid w:val="00A82EED"/>
    <w:rsid w:val="00AB19BF"/>
    <w:rsid w:val="00AB4027"/>
    <w:rsid w:val="00AB5C10"/>
    <w:rsid w:val="00AE5506"/>
    <w:rsid w:val="00AF7867"/>
    <w:rsid w:val="00B03880"/>
    <w:rsid w:val="00B7705F"/>
    <w:rsid w:val="00BA2BF7"/>
    <w:rsid w:val="00BB4B00"/>
    <w:rsid w:val="00BD649A"/>
    <w:rsid w:val="00C52104"/>
    <w:rsid w:val="00CA6840"/>
    <w:rsid w:val="00CB74D2"/>
    <w:rsid w:val="00CF3598"/>
    <w:rsid w:val="00D01316"/>
    <w:rsid w:val="00D21735"/>
    <w:rsid w:val="00D33713"/>
    <w:rsid w:val="00DA07DB"/>
    <w:rsid w:val="00DB0126"/>
    <w:rsid w:val="00E04796"/>
    <w:rsid w:val="00E5792E"/>
    <w:rsid w:val="00E71F2E"/>
    <w:rsid w:val="00E814B9"/>
    <w:rsid w:val="00E87D54"/>
    <w:rsid w:val="00E95D0C"/>
    <w:rsid w:val="00EA67A9"/>
    <w:rsid w:val="00F8405D"/>
    <w:rsid w:val="00F95DA7"/>
    <w:rsid w:val="00FA7DD9"/>
    <w:rsid w:val="00FB3BA6"/>
    <w:rsid w:val="00FB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9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65157"/>
  </w:style>
  <w:style w:type="paragraph" w:customStyle="1" w:styleId="headertext">
    <w:name w:val="headertext"/>
    <w:basedOn w:val="Normal"/>
    <w:uiPriority w:val="99"/>
    <w:rsid w:val="00720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atch">
    <w:name w:val="match"/>
    <w:basedOn w:val="DefaultParagraphFont"/>
    <w:uiPriority w:val="99"/>
    <w:rsid w:val="007208BE"/>
    <w:rPr>
      <w:rFonts w:cs="Times New Roman"/>
    </w:rPr>
  </w:style>
  <w:style w:type="paragraph" w:customStyle="1" w:styleId="formattext">
    <w:name w:val="formattext"/>
    <w:basedOn w:val="Normal"/>
    <w:uiPriority w:val="99"/>
    <w:rsid w:val="007208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208BE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208B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3">
    <w:name w:val="Заголовок №3_"/>
    <w:link w:val="30"/>
    <w:uiPriority w:val="99"/>
    <w:locked/>
    <w:rsid w:val="0016032D"/>
    <w:rPr>
      <w:spacing w:val="10"/>
      <w:sz w:val="24"/>
      <w:shd w:val="clear" w:color="auto" w:fill="FFFFFF"/>
    </w:rPr>
  </w:style>
  <w:style w:type="paragraph" w:customStyle="1" w:styleId="30">
    <w:name w:val="Заголовок №3"/>
    <w:basedOn w:val="Normal"/>
    <w:link w:val="3"/>
    <w:uiPriority w:val="99"/>
    <w:rsid w:val="0016032D"/>
    <w:pPr>
      <w:shd w:val="clear" w:color="auto" w:fill="FFFFFF"/>
      <w:spacing w:before="900" w:after="60" w:line="240" w:lineRule="atLeast"/>
      <w:jc w:val="both"/>
      <w:outlineLvl w:val="2"/>
    </w:pPr>
    <w:rPr>
      <w:spacing w:val="10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FA7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DD9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450B57"/>
    <w:rPr>
      <w:rFonts w:ascii="Times New Roman" w:hAnsi="Times New Roman"/>
      <w:sz w:val="26"/>
    </w:rPr>
  </w:style>
  <w:style w:type="paragraph" w:styleId="ListParagraph">
    <w:name w:val="List Paragraph"/>
    <w:basedOn w:val="Normal"/>
    <w:uiPriority w:val="99"/>
    <w:qFormat/>
    <w:rsid w:val="007604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850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850F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850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50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921B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921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630</Words>
  <Characters>3595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Рифат</cp:lastModifiedBy>
  <cp:revision>5</cp:revision>
  <cp:lastPrinted>2019-10-01T13:52:00Z</cp:lastPrinted>
  <dcterms:created xsi:type="dcterms:W3CDTF">2019-10-07T12:45:00Z</dcterms:created>
  <dcterms:modified xsi:type="dcterms:W3CDTF">2019-10-07T13:01:00Z</dcterms:modified>
</cp:coreProperties>
</file>